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3A" w:rsidRPr="00EB0328" w:rsidRDefault="009478A2" w:rsidP="004C61E3">
      <w:pPr>
        <w:pStyle w:val="af"/>
        <w:ind w:left="6237"/>
        <w:jc w:val="both"/>
        <w:rPr>
          <w:b w:val="0"/>
          <w:sz w:val="28"/>
        </w:rPr>
      </w:pPr>
      <w:r>
        <w:rPr>
          <w:b w:val="0"/>
          <w:sz w:val="28"/>
        </w:rPr>
        <w:t>Приложение № 2</w:t>
      </w:r>
    </w:p>
    <w:p w:rsidR="00EB0328" w:rsidRDefault="00EB0328" w:rsidP="004C61E3">
      <w:pPr>
        <w:pStyle w:val="af"/>
        <w:ind w:left="6237"/>
        <w:jc w:val="both"/>
        <w:rPr>
          <w:b w:val="0"/>
          <w:sz w:val="28"/>
        </w:rPr>
      </w:pPr>
      <w:r w:rsidRPr="00EB0328">
        <w:rPr>
          <w:b w:val="0"/>
          <w:sz w:val="28"/>
        </w:rPr>
        <w:t xml:space="preserve">к </w:t>
      </w:r>
      <w:r w:rsidR="00436700">
        <w:rPr>
          <w:b w:val="0"/>
          <w:sz w:val="28"/>
        </w:rPr>
        <w:t>Информационной карте</w:t>
      </w:r>
    </w:p>
    <w:p w:rsidR="005B414E" w:rsidRDefault="005B414E" w:rsidP="005B414E">
      <w:pPr>
        <w:pStyle w:val="af"/>
        <w:ind w:left="5812"/>
        <w:jc w:val="both"/>
        <w:rPr>
          <w:b w:val="0"/>
          <w:sz w:val="28"/>
        </w:rPr>
      </w:pPr>
    </w:p>
    <w:p w:rsidR="005B414E" w:rsidRDefault="005B414E" w:rsidP="004C61E3">
      <w:pPr>
        <w:pStyle w:val="af"/>
        <w:ind w:left="6237"/>
        <w:jc w:val="both"/>
        <w:rPr>
          <w:b w:val="0"/>
          <w:sz w:val="28"/>
        </w:rPr>
      </w:pPr>
      <w:r>
        <w:rPr>
          <w:b w:val="0"/>
          <w:sz w:val="28"/>
        </w:rPr>
        <w:t>Форма</w:t>
      </w:r>
    </w:p>
    <w:p w:rsidR="005B414E" w:rsidRPr="00EB0328" w:rsidRDefault="005B414E" w:rsidP="005B414E">
      <w:pPr>
        <w:pStyle w:val="af"/>
        <w:ind w:left="5812"/>
        <w:jc w:val="both"/>
        <w:rPr>
          <w:b w:val="0"/>
          <w:sz w:val="28"/>
        </w:rPr>
      </w:pPr>
    </w:p>
    <w:p w:rsidR="00FE2DA2" w:rsidRPr="00EE1C2C" w:rsidRDefault="00FE2DA2" w:rsidP="0091093A">
      <w:pPr>
        <w:pStyle w:val="af"/>
      </w:pPr>
      <w:r w:rsidRPr="00EE1C2C">
        <w:t>ИНВЕСТИЦИОННАЯ ЗАЯВКА</w:t>
      </w:r>
    </w:p>
    <w:p w:rsidR="00FE2DA2" w:rsidRPr="00EE1C2C" w:rsidRDefault="00436700" w:rsidP="0091093A">
      <w:pPr>
        <w:pStyle w:val="af1"/>
      </w:pPr>
      <w:r>
        <w:t xml:space="preserve">инвестора </w:t>
      </w:r>
      <w:r w:rsidR="00FE2DA2" w:rsidRPr="00EE1C2C">
        <w:t xml:space="preserve">на участие в отборе инвестиционных проектов для </w:t>
      </w:r>
      <w:r w:rsidR="004C61E3">
        <w:t xml:space="preserve">включения в перечень приоритетных </w:t>
      </w:r>
      <w:r w:rsidR="00FE2DA2" w:rsidRPr="00EE1C2C">
        <w:t>инвестиционных проектов Смоленской области</w:t>
      </w:r>
    </w:p>
    <w:p w:rsidR="00FE2DA2" w:rsidRPr="00E2034D" w:rsidRDefault="00FE2DA2" w:rsidP="0091093A">
      <w:pPr>
        <w:pStyle w:val="af1"/>
        <w:rPr>
          <w:sz w:val="16"/>
          <w:szCs w:val="16"/>
        </w:rPr>
      </w:pPr>
    </w:p>
    <w:p w:rsidR="00FE2DA2" w:rsidRPr="00F663F1" w:rsidRDefault="00F663F1" w:rsidP="00F663F1">
      <w:pPr>
        <w:pStyle w:val="4"/>
        <w:widowControl w:val="0"/>
        <w:tabs>
          <w:tab w:val="left" w:pos="709"/>
        </w:tabs>
        <w:ind w:right="141"/>
        <w:jc w:val="both"/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="00FE2DA2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 xml:space="preserve">Ознакомившись с </w:t>
      </w:r>
      <w:r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Порядком проведения экономической экспертизы и отбора инвестиционных проектов для включения в перечень приоритетных инвестиционных проектов Смоленской области</w:t>
      </w:r>
      <w:r w:rsidR="00436700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, утвержденным п</w:t>
      </w:r>
      <w:r w:rsidR="0063316D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остановлением Админи</w:t>
      </w:r>
      <w:r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страции Смоленской области</w:t>
      </w:r>
      <w:r w:rsidR="00592178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 xml:space="preserve">                 </w:t>
      </w:r>
      <w:r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 xml:space="preserve"> от 14.07.2016 №</w:t>
      </w:r>
      <w:r w:rsidR="00C81910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 </w:t>
      </w:r>
      <w:r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418</w:t>
      </w:r>
      <w:r w:rsidR="00FE2DA2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, а также с применяемым</w:t>
      </w:r>
      <w:r w:rsidR="00436700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и</w:t>
      </w:r>
      <w:r w:rsidR="00FE2DA2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 xml:space="preserve"> к отбору законодательством и нормативн</w:t>
      </w:r>
      <w:r w:rsidR="00436700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 xml:space="preserve">ыми </w:t>
      </w:r>
      <w:r w:rsidR="00FE2DA2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правовыми актами</w:t>
      </w:r>
      <w:r w:rsidR="00436700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 xml:space="preserve"> Смоленской области, </w:t>
      </w:r>
    </w:p>
    <w:p w:rsidR="00FE2DA2" w:rsidRPr="00EE1C2C" w:rsidRDefault="00FE2DA2" w:rsidP="0091093A">
      <w:pPr>
        <w:pStyle w:val="af1"/>
        <w:jc w:val="both"/>
        <w:rPr>
          <w:b w:val="0"/>
        </w:rPr>
      </w:pPr>
      <w:r w:rsidRPr="00EE1C2C">
        <w:rPr>
          <w:b w:val="0"/>
        </w:rPr>
        <w:t>____________________________________________________________________________________,</w:t>
      </w:r>
    </w:p>
    <w:p w:rsidR="00FE2DA2" w:rsidRPr="00EE1C2C" w:rsidRDefault="00FE2DA2" w:rsidP="00D512A7">
      <w:pPr>
        <w:pStyle w:val="af1"/>
        <w:ind w:firstLine="3686"/>
        <w:jc w:val="left"/>
        <w:rPr>
          <w:b w:val="0"/>
          <w:sz w:val="18"/>
          <w:szCs w:val="18"/>
        </w:rPr>
      </w:pPr>
      <w:r w:rsidRPr="00EE1C2C">
        <w:rPr>
          <w:b w:val="0"/>
          <w:sz w:val="18"/>
          <w:szCs w:val="18"/>
        </w:rPr>
        <w:t xml:space="preserve">(полное наименование </w:t>
      </w:r>
      <w:r w:rsidR="00A525FB">
        <w:rPr>
          <w:b w:val="0"/>
          <w:sz w:val="18"/>
          <w:szCs w:val="18"/>
        </w:rPr>
        <w:t>участника отбора</w:t>
      </w:r>
      <w:r w:rsidRPr="00EE1C2C">
        <w:rPr>
          <w:b w:val="0"/>
          <w:sz w:val="18"/>
          <w:szCs w:val="18"/>
        </w:rPr>
        <w:t>)</w:t>
      </w:r>
    </w:p>
    <w:p w:rsidR="00436700" w:rsidRDefault="00FE2DA2" w:rsidP="00794580">
      <w:pPr>
        <w:pStyle w:val="af1"/>
        <w:jc w:val="both"/>
        <w:rPr>
          <w:b w:val="0"/>
          <w:szCs w:val="24"/>
        </w:rPr>
      </w:pPr>
      <w:r w:rsidRPr="00EE1C2C">
        <w:rPr>
          <w:b w:val="0"/>
          <w:szCs w:val="24"/>
        </w:rPr>
        <w:t>подает инвестиционную заявку на участие в отборе</w:t>
      </w:r>
      <w:r w:rsidR="00436700">
        <w:rPr>
          <w:b w:val="0"/>
          <w:szCs w:val="24"/>
        </w:rPr>
        <w:t xml:space="preserve"> ____________________________________</w:t>
      </w:r>
      <w:r w:rsidR="00C81910">
        <w:rPr>
          <w:b w:val="0"/>
          <w:szCs w:val="24"/>
        </w:rPr>
        <w:t>____</w:t>
      </w:r>
    </w:p>
    <w:p w:rsidR="00436700" w:rsidRPr="0064794F" w:rsidRDefault="00436700" w:rsidP="00436700">
      <w:pPr>
        <w:spacing w:before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4794F">
        <w:rPr>
          <w:rFonts w:ascii="Times New Roman" w:hAnsi="Times New Roman" w:cs="Times New Roman"/>
          <w:sz w:val="28"/>
          <w:szCs w:val="28"/>
          <w:lang w:val="ru-RU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</w:t>
      </w:r>
      <w:r w:rsidRPr="0064794F">
        <w:rPr>
          <w:rFonts w:ascii="Times New Roman" w:hAnsi="Times New Roman" w:cs="Times New Roman"/>
          <w:sz w:val="28"/>
          <w:szCs w:val="28"/>
          <w:lang w:val="ru-RU"/>
        </w:rPr>
        <w:t>_____</w:t>
      </w:r>
    </w:p>
    <w:p w:rsidR="00436700" w:rsidRPr="00EE1C2C" w:rsidRDefault="00436700" w:rsidP="00436700">
      <w:pPr>
        <w:spacing w:before="0" w:line="240" w:lineRule="auto"/>
        <w:jc w:val="center"/>
        <w:rPr>
          <w:rFonts w:ascii="Times New Roman" w:hAnsi="Times New Roman" w:cs="Times New Roman"/>
          <w:lang w:val="ru-RU"/>
        </w:rPr>
      </w:pPr>
      <w:r w:rsidRPr="00EE1C2C">
        <w:rPr>
          <w:rFonts w:ascii="Times New Roman" w:hAnsi="Times New Roman" w:cs="Times New Roman"/>
          <w:lang w:val="ru-RU"/>
        </w:rPr>
        <w:t>(наименование инвестиционного проекта)</w:t>
      </w:r>
    </w:p>
    <w:p w:rsidR="00436700" w:rsidRDefault="00436700" w:rsidP="00794580">
      <w:pPr>
        <w:pStyle w:val="af1"/>
        <w:jc w:val="both"/>
        <w:rPr>
          <w:b w:val="0"/>
          <w:szCs w:val="24"/>
        </w:rPr>
      </w:pPr>
    </w:p>
    <w:p w:rsidR="00FE2DA2" w:rsidRPr="00EE1C2C" w:rsidRDefault="00FE2DA2" w:rsidP="00794580">
      <w:pPr>
        <w:pStyle w:val="af1"/>
        <w:jc w:val="both"/>
        <w:rPr>
          <w:b w:val="0"/>
          <w:szCs w:val="24"/>
        </w:rPr>
      </w:pPr>
      <w:r w:rsidRPr="00EE1C2C">
        <w:rPr>
          <w:b w:val="0"/>
          <w:szCs w:val="24"/>
        </w:rPr>
        <w:t xml:space="preserve">и выражает свое согласие с условиями </w:t>
      </w:r>
      <w:r w:rsidR="00843EB8">
        <w:rPr>
          <w:b w:val="0"/>
          <w:szCs w:val="24"/>
        </w:rPr>
        <w:t xml:space="preserve">участия в </w:t>
      </w:r>
      <w:r w:rsidRPr="00EE1C2C">
        <w:rPr>
          <w:b w:val="0"/>
          <w:szCs w:val="24"/>
        </w:rPr>
        <w:t>отбор</w:t>
      </w:r>
      <w:r w:rsidR="00843EB8">
        <w:rPr>
          <w:b w:val="0"/>
          <w:szCs w:val="24"/>
        </w:rPr>
        <w:t>е</w:t>
      </w:r>
      <w:r w:rsidRPr="00EE1C2C">
        <w:rPr>
          <w:b w:val="0"/>
          <w:szCs w:val="24"/>
        </w:rPr>
        <w:t>.</w:t>
      </w:r>
    </w:p>
    <w:p w:rsidR="00436700" w:rsidRDefault="00436700" w:rsidP="0091093A">
      <w:pPr>
        <w:pStyle w:val="af1"/>
        <w:ind w:firstLine="709"/>
        <w:jc w:val="both"/>
        <w:rPr>
          <w:b w:val="0"/>
          <w:szCs w:val="24"/>
        </w:rPr>
      </w:pPr>
    </w:p>
    <w:p w:rsidR="00FE2DA2" w:rsidRPr="00EE1C2C" w:rsidRDefault="00FE2DA2" w:rsidP="0091093A">
      <w:pPr>
        <w:pStyle w:val="af1"/>
        <w:ind w:firstLine="709"/>
        <w:jc w:val="both"/>
        <w:rPr>
          <w:b w:val="0"/>
          <w:szCs w:val="24"/>
        </w:rPr>
      </w:pPr>
      <w:r w:rsidRPr="00EE1C2C">
        <w:rPr>
          <w:b w:val="0"/>
          <w:szCs w:val="24"/>
        </w:rPr>
        <w:t xml:space="preserve">Настоящей инвестиционной заявкой декларируем, что в отношении </w:t>
      </w:r>
    </w:p>
    <w:p w:rsidR="00FE2DA2" w:rsidRPr="0064794F" w:rsidRDefault="00FE2DA2" w:rsidP="0091093A">
      <w:pPr>
        <w:pStyle w:val="af1"/>
        <w:jc w:val="both"/>
        <w:rPr>
          <w:b w:val="0"/>
          <w:sz w:val="28"/>
          <w:szCs w:val="28"/>
        </w:rPr>
      </w:pPr>
      <w:r w:rsidRPr="0064794F">
        <w:rPr>
          <w:b w:val="0"/>
          <w:sz w:val="28"/>
          <w:szCs w:val="28"/>
        </w:rPr>
        <w:t>________________________________________________________________________</w:t>
      </w:r>
    </w:p>
    <w:p w:rsidR="00FE2DA2" w:rsidRPr="00EE1C2C" w:rsidRDefault="00FE2DA2" w:rsidP="00D512A7">
      <w:pPr>
        <w:pStyle w:val="af1"/>
        <w:ind w:firstLine="3686"/>
        <w:jc w:val="left"/>
        <w:rPr>
          <w:b w:val="0"/>
          <w:sz w:val="18"/>
          <w:szCs w:val="18"/>
        </w:rPr>
      </w:pPr>
      <w:r w:rsidRPr="00EE1C2C">
        <w:rPr>
          <w:b w:val="0"/>
          <w:sz w:val="18"/>
          <w:szCs w:val="18"/>
        </w:rPr>
        <w:t xml:space="preserve">(полное наименование </w:t>
      </w:r>
      <w:r w:rsidR="00A525FB">
        <w:rPr>
          <w:b w:val="0"/>
          <w:sz w:val="18"/>
          <w:szCs w:val="18"/>
        </w:rPr>
        <w:t>участника отбора</w:t>
      </w:r>
      <w:r w:rsidRPr="00EE1C2C">
        <w:rPr>
          <w:b w:val="0"/>
          <w:sz w:val="18"/>
          <w:szCs w:val="18"/>
        </w:rPr>
        <w:t>)</w:t>
      </w:r>
    </w:p>
    <w:p w:rsidR="00FE2DA2" w:rsidRDefault="00FE2DA2" w:rsidP="0091093A">
      <w:pPr>
        <w:pStyle w:val="af1"/>
        <w:ind w:firstLine="709"/>
        <w:jc w:val="both"/>
        <w:rPr>
          <w:b w:val="0"/>
          <w:shd w:val="clear" w:color="auto" w:fill="FFFFFF"/>
        </w:rPr>
      </w:pPr>
      <w:r w:rsidRPr="00EE1C2C">
        <w:rPr>
          <w:b w:val="0"/>
          <w:szCs w:val="24"/>
        </w:rPr>
        <w:t>-</w:t>
      </w:r>
      <w:r w:rsidR="00C81910">
        <w:rPr>
          <w:b w:val="0"/>
          <w:szCs w:val="24"/>
        </w:rPr>
        <w:t> </w:t>
      </w:r>
      <w:r w:rsidRPr="00EE1C2C">
        <w:rPr>
          <w:b w:val="0"/>
          <w:shd w:val="clear" w:color="auto" w:fill="FFFFFF"/>
        </w:rPr>
        <w:t xml:space="preserve">не проводится реорганизация или </w:t>
      </w:r>
      <w:r w:rsidR="006B373E">
        <w:rPr>
          <w:b w:val="0"/>
          <w:shd w:val="clear" w:color="auto" w:fill="FFFFFF"/>
        </w:rPr>
        <w:t xml:space="preserve">ликвидация </w:t>
      </w:r>
      <w:r w:rsidRPr="00EE1C2C">
        <w:rPr>
          <w:b w:val="0"/>
          <w:shd w:val="clear" w:color="auto" w:fill="FFFFFF"/>
        </w:rPr>
        <w:t>юридического лица и отсутствует решение арбитражного суда о признании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DC2B17" w:rsidRPr="00EE1C2C" w:rsidRDefault="00DC2B17" w:rsidP="0091093A">
      <w:pPr>
        <w:pStyle w:val="af1"/>
        <w:ind w:firstLine="709"/>
        <w:jc w:val="both"/>
        <w:rPr>
          <w:b w:val="0"/>
          <w:shd w:val="clear" w:color="auto" w:fill="FFFFFF"/>
        </w:rPr>
      </w:pPr>
      <w:r w:rsidRPr="00D80145">
        <w:rPr>
          <w:b w:val="0"/>
          <w:shd w:val="clear" w:color="auto" w:fill="FFFFFF"/>
        </w:rPr>
        <w:t>- не являет</w:t>
      </w:r>
      <w:r w:rsidR="00D80145">
        <w:rPr>
          <w:b w:val="0"/>
          <w:shd w:val="clear" w:color="auto" w:fill="FFFFFF"/>
        </w:rPr>
        <w:t>ся недобросовестным поставщиком;</w:t>
      </w:r>
    </w:p>
    <w:p w:rsidR="00FE2DA2" w:rsidRPr="003C4EB9" w:rsidRDefault="00FE2DA2" w:rsidP="009547FE">
      <w:pPr>
        <w:pStyle w:val="af1"/>
        <w:ind w:firstLine="709"/>
        <w:jc w:val="both"/>
        <w:rPr>
          <w:b w:val="0"/>
          <w:szCs w:val="24"/>
          <w:shd w:val="clear" w:color="auto" w:fill="FFFFFF"/>
        </w:rPr>
      </w:pPr>
      <w:proofErr w:type="gramStart"/>
      <w:r w:rsidRPr="00EE1C2C">
        <w:rPr>
          <w:b w:val="0"/>
          <w:shd w:val="clear" w:color="auto" w:fill="FFFFFF"/>
        </w:rPr>
        <w:t>-</w:t>
      </w:r>
      <w:r w:rsidR="00C81910">
        <w:rPr>
          <w:b w:val="0"/>
          <w:shd w:val="clear" w:color="auto" w:fill="FFFFFF"/>
        </w:rPr>
        <w:t> </w:t>
      </w:r>
      <w:r w:rsidRPr="00EE1C2C">
        <w:rPr>
          <w:b w:val="0"/>
          <w:shd w:val="clear" w:color="auto" w:fill="FFFFFF"/>
        </w:rPr>
        <w:t xml:space="preserve">отсутствует </w:t>
      </w:r>
      <w:r w:rsidRPr="00EE1C2C">
        <w:rPr>
          <w:b w:val="0"/>
          <w:szCs w:val="24"/>
        </w:rPr>
        <w:t>недоимк</w:t>
      </w:r>
      <w:r w:rsidR="00436700">
        <w:rPr>
          <w:b w:val="0"/>
          <w:szCs w:val="24"/>
        </w:rPr>
        <w:t xml:space="preserve">а </w:t>
      </w:r>
      <w:r w:rsidR="003C4EB9" w:rsidRPr="003C4EB9">
        <w:rPr>
          <w:b w:val="0"/>
          <w:szCs w:val="24"/>
        </w:rPr>
        <w:t>по уплате налогов, сборов</w:t>
      </w:r>
      <w:r w:rsidR="00436700">
        <w:rPr>
          <w:b w:val="0"/>
          <w:szCs w:val="24"/>
        </w:rPr>
        <w:t xml:space="preserve"> </w:t>
      </w:r>
      <w:r w:rsidR="003C4EB9" w:rsidRPr="003C4EB9">
        <w:rPr>
          <w:b w:val="0"/>
          <w:szCs w:val="24"/>
        </w:rPr>
        <w:t>и иных обязательных платежей в бюджетную систему Российской Федерации по месту нахождения инвестора (месту нахождения его обособленных подразделений, месту нахождения принадлежащих ему недвижимого имущества и транспортных средств) на территории Смоленской области, за исключением случаев реструктуризации задолженности, предоставления инвестору инвестиционного налогового кредита, отсрочки или рассрочки по уплате налога</w:t>
      </w:r>
      <w:r w:rsidRPr="003C4EB9">
        <w:rPr>
          <w:b w:val="0"/>
          <w:szCs w:val="24"/>
          <w:shd w:val="clear" w:color="auto" w:fill="FFFFFF"/>
        </w:rPr>
        <w:t>;</w:t>
      </w:r>
      <w:proofErr w:type="gramEnd"/>
    </w:p>
    <w:p w:rsidR="003C4EB9" w:rsidRPr="00C81910" w:rsidRDefault="00C81910" w:rsidP="009547FE">
      <w:pPr>
        <w:widowControl w:val="0"/>
        <w:spacing w:before="0"/>
        <w:ind w:firstLine="698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val="ru-RU" w:eastAsia="ru-RU"/>
        </w:rPr>
      </w:pPr>
      <w:r w:rsidRPr="00C81910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val="ru-RU" w:eastAsia="ru-RU"/>
        </w:rPr>
        <w:t>- </w:t>
      </w:r>
      <w:r w:rsidR="00FE2DA2" w:rsidRPr="00C81910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val="ru-RU" w:eastAsia="ru-RU"/>
        </w:rPr>
        <w:t>отсутствует</w:t>
      </w:r>
      <w:r w:rsidR="00436700" w:rsidRPr="00C81910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val="ru-RU" w:eastAsia="ru-RU"/>
        </w:rPr>
        <w:t xml:space="preserve"> </w:t>
      </w:r>
      <w:r w:rsidR="003C4EB9" w:rsidRPr="00C81910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val="ru-RU" w:eastAsia="ru-RU"/>
        </w:rPr>
        <w:t>просроченная задолженность по уплате арендных платежей в областной бюджет и бюджеты муниципальных районов и городских округов Смоленской области;</w:t>
      </w:r>
    </w:p>
    <w:p w:rsidR="00FE2DA2" w:rsidRPr="00EE1C2C" w:rsidRDefault="00FE2DA2" w:rsidP="009547FE">
      <w:pPr>
        <w:pStyle w:val="af1"/>
        <w:ind w:firstLine="709"/>
        <w:jc w:val="both"/>
        <w:rPr>
          <w:b w:val="0"/>
          <w:szCs w:val="24"/>
        </w:rPr>
      </w:pPr>
      <w:r w:rsidRPr="00EE1C2C">
        <w:rPr>
          <w:b w:val="0"/>
          <w:szCs w:val="24"/>
        </w:rPr>
        <w:t>-</w:t>
      </w:r>
      <w:r w:rsidR="009547FE">
        <w:rPr>
          <w:b w:val="0"/>
          <w:szCs w:val="24"/>
        </w:rPr>
        <w:t> </w:t>
      </w:r>
      <w:r w:rsidRPr="00EE1C2C">
        <w:rPr>
          <w:b w:val="0"/>
          <w:szCs w:val="24"/>
        </w:rPr>
        <w:t xml:space="preserve">отсутствует просроченная задолженность по ранее предоставленным на возвратной основе средствам </w:t>
      </w:r>
      <w:proofErr w:type="spellStart"/>
      <w:r w:rsidRPr="00EE1C2C">
        <w:rPr>
          <w:b w:val="0"/>
          <w:szCs w:val="24"/>
        </w:rPr>
        <w:t>микро</w:t>
      </w:r>
      <w:r w:rsidR="00A32BDF">
        <w:rPr>
          <w:b w:val="0"/>
          <w:szCs w:val="24"/>
        </w:rPr>
        <w:t>кредитной</w:t>
      </w:r>
      <w:proofErr w:type="spellEnd"/>
      <w:r w:rsidRPr="00EE1C2C">
        <w:rPr>
          <w:b w:val="0"/>
          <w:szCs w:val="24"/>
        </w:rPr>
        <w:t xml:space="preserve"> </w:t>
      </w:r>
      <w:r w:rsidR="00A32BDF">
        <w:rPr>
          <w:b w:val="0"/>
          <w:szCs w:val="24"/>
        </w:rPr>
        <w:t>компанией</w:t>
      </w:r>
      <w:r w:rsidRPr="00EE1C2C">
        <w:rPr>
          <w:b w:val="0"/>
          <w:szCs w:val="24"/>
        </w:rPr>
        <w:t xml:space="preserve"> «Смоленский областной фонд поддержки предпринимательства»;</w:t>
      </w:r>
    </w:p>
    <w:p w:rsidR="00FE2DA2" w:rsidRDefault="00FE2DA2" w:rsidP="009547FE">
      <w:pPr>
        <w:pStyle w:val="af1"/>
        <w:ind w:firstLine="709"/>
        <w:jc w:val="both"/>
        <w:rPr>
          <w:b w:val="0"/>
          <w:szCs w:val="24"/>
        </w:rPr>
      </w:pPr>
      <w:r w:rsidRPr="00EE1C2C">
        <w:rPr>
          <w:b w:val="0"/>
          <w:szCs w:val="24"/>
        </w:rPr>
        <w:t>-</w:t>
      </w:r>
      <w:r w:rsidR="00C81910">
        <w:rPr>
          <w:b w:val="0"/>
          <w:szCs w:val="24"/>
        </w:rPr>
        <w:t> </w:t>
      </w:r>
      <w:r w:rsidRPr="00EE1C2C">
        <w:rPr>
          <w:b w:val="0"/>
          <w:szCs w:val="24"/>
        </w:rPr>
        <w:t xml:space="preserve">не осуществляет виды экономической деятельности, указанные в </w:t>
      </w:r>
      <w:r w:rsidRPr="006B373E">
        <w:rPr>
          <w:b w:val="0"/>
          <w:szCs w:val="24"/>
        </w:rPr>
        <w:t>областном законе</w:t>
      </w:r>
      <w:r w:rsidRPr="00EE1C2C">
        <w:rPr>
          <w:b w:val="0"/>
          <w:szCs w:val="24"/>
        </w:rPr>
        <w:t xml:space="preserve"> </w:t>
      </w:r>
      <w:r w:rsidR="00436700">
        <w:rPr>
          <w:b w:val="0"/>
          <w:szCs w:val="24"/>
        </w:rPr>
        <w:t xml:space="preserve">                </w:t>
      </w:r>
      <w:r w:rsidRPr="00EE1C2C">
        <w:rPr>
          <w:b w:val="0"/>
          <w:szCs w:val="24"/>
        </w:rPr>
        <w:t xml:space="preserve">«О перечне видов экономической деятельности, при осуществлении которых юридическим лицам и индивидуальным предпринимателям не может оказываться поддержка за счет </w:t>
      </w:r>
      <w:r w:rsidR="007978DD">
        <w:rPr>
          <w:b w:val="0"/>
          <w:szCs w:val="24"/>
        </w:rPr>
        <w:t xml:space="preserve">средств областного бюджета»; </w:t>
      </w:r>
    </w:p>
    <w:p w:rsidR="007978DD" w:rsidRDefault="007978DD" w:rsidP="009547FE">
      <w:pPr>
        <w:pStyle w:val="af1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- осуществляет </w:t>
      </w:r>
      <w:r w:rsidRPr="007978DD">
        <w:rPr>
          <w:b w:val="0"/>
          <w:szCs w:val="24"/>
        </w:rPr>
        <w:t>согласно сведениям, содержащимся в Едином государственном реестре юридических лиц, основной вид экономической деятельности, включенный в раздел</w:t>
      </w:r>
      <w:proofErr w:type="gramStart"/>
      <w:r w:rsidRPr="007978DD">
        <w:rPr>
          <w:b w:val="0"/>
          <w:szCs w:val="24"/>
        </w:rPr>
        <w:t xml:space="preserve"> С</w:t>
      </w:r>
      <w:proofErr w:type="gramEnd"/>
      <w:r w:rsidRPr="007978DD">
        <w:rPr>
          <w:b w:val="0"/>
          <w:szCs w:val="24"/>
        </w:rPr>
        <w:t xml:space="preserve"> «Обрабатывающие производства» Общероссийского классификатора видов экономической деятельности, принятого </w:t>
      </w:r>
      <w:hyperlink r:id="rId10" w:history="1">
        <w:r w:rsidRPr="007978DD">
          <w:rPr>
            <w:b w:val="0"/>
            <w:szCs w:val="24"/>
          </w:rPr>
          <w:t>приказом</w:t>
        </w:r>
      </w:hyperlink>
      <w:r w:rsidRPr="007978DD">
        <w:rPr>
          <w:b w:val="0"/>
          <w:szCs w:val="24"/>
        </w:rPr>
        <w:t xml:space="preserve"> Федерального агентства по техническому регулированию и метрологии от 31 января 2014 года № 14</w:t>
      </w:r>
      <w:r>
        <w:rPr>
          <w:b w:val="0"/>
          <w:szCs w:val="24"/>
        </w:rPr>
        <w:t>-ст;</w:t>
      </w:r>
    </w:p>
    <w:p w:rsidR="007978DD" w:rsidRDefault="007978DD" w:rsidP="009547FE">
      <w:pPr>
        <w:pStyle w:val="af1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- использует общую систему налогообложения.</w:t>
      </w:r>
    </w:p>
    <w:p w:rsidR="007978DD" w:rsidRDefault="007978DD" w:rsidP="009547FE">
      <w:pPr>
        <w:pStyle w:val="af1"/>
        <w:ind w:firstLine="709"/>
        <w:jc w:val="both"/>
        <w:rPr>
          <w:b w:val="0"/>
          <w:szCs w:val="24"/>
        </w:rPr>
      </w:pPr>
    </w:p>
    <w:p w:rsidR="004C61E3" w:rsidRDefault="004C61E3" w:rsidP="0091093A">
      <w:pPr>
        <w:pStyle w:val="af1"/>
        <w:ind w:firstLine="709"/>
        <w:jc w:val="both"/>
        <w:rPr>
          <w:b w:val="0"/>
          <w:szCs w:val="24"/>
        </w:rPr>
      </w:pPr>
    </w:p>
    <w:p w:rsidR="00FE2DA2" w:rsidRPr="00EE1C2C" w:rsidRDefault="005B414E" w:rsidP="0091093A">
      <w:pPr>
        <w:pStyle w:val="af1"/>
        <w:jc w:val="both"/>
        <w:rPr>
          <w:b w:val="0"/>
          <w:szCs w:val="24"/>
        </w:rPr>
      </w:pPr>
      <w:r>
        <w:rPr>
          <w:b w:val="0"/>
          <w:sz w:val="28"/>
          <w:szCs w:val="28"/>
        </w:rPr>
        <w:lastRenderedPageBreak/>
        <w:t>_____________________________________________________________</w:t>
      </w:r>
      <w:r w:rsidR="00436700">
        <w:rPr>
          <w:b w:val="0"/>
          <w:sz w:val="28"/>
          <w:szCs w:val="28"/>
        </w:rPr>
        <w:t>__</w:t>
      </w:r>
      <w:r>
        <w:rPr>
          <w:b w:val="0"/>
          <w:sz w:val="28"/>
          <w:szCs w:val="28"/>
        </w:rPr>
        <w:t>_______</w:t>
      </w:r>
      <w:r w:rsidR="00C81910">
        <w:rPr>
          <w:b w:val="0"/>
          <w:sz w:val="28"/>
          <w:szCs w:val="28"/>
        </w:rPr>
        <w:t>__</w:t>
      </w:r>
      <w:r>
        <w:rPr>
          <w:b w:val="0"/>
          <w:sz w:val="28"/>
          <w:szCs w:val="28"/>
        </w:rPr>
        <w:t>,</w:t>
      </w:r>
    </w:p>
    <w:p w:rsidR="00FE2DA2" w:rsidRPr="00EE1C2C" w:rsidRDefault="00FE2DA2" w:rsidP="0091093A">
      <w:pPr>
        <w:pStyle w:val="af1"/>
        <w:rPr>
          <w:b w:val="0"/>
          <w:sz w:val="18"/>
          <w:szCs w:val="18"/>
        </w:rPr>
      </w:pPr>
      <w:r w:rsidRPr="00EE1C2C">
        <w:rPr>
          <w:b w:val="0"/>
          <w:sz w:val="18"/>
          <w:szCs w:val="18"/>
        </w:rPr>
        <w:t xml:space="preserve">(полное наименование </w:t>
      </w:r>
      <w:r w:rsidR="00A525FB">
        <w:rPr>
          <w:b w:val="0"/>
          <w:sz w:val="18"/>
          <w:szCs w:val="18"/>
        </w:rPr>
        <w:t>участника отбора</w:t>
      </w:r>
      <w:r w:rsidRPr="00EE1C2C">
        <w:rPr>
          <w:b w:val="0"/>
          <w:sz w:val="18"/>
          <w:szCs w:val="18"/>
        </w:rPr>
        <w:t>)</w:t>
      </w:r>
    </w:p>
    <w:p w:rsidR="00FE2DA2" w:rsidRDefault="00FE2DA2" w:rsidP="0091093A">
      <w:pPr>
        <w:pStyle w:val="af1"/>
        <w:jc w:val="both"/>
        <w:rPr>
          <w:b w:val="0"/>
          <w:szCs w:val="24"/>
        </w:rPr>
      </w:pPr>
      <w:r w:rsidRPr="00EE1C2C">
        <w:rPr>
          <w:b w:val="0"/>
          <w:szCs w:val="24"/>
        </w:rPr>
        <w:t>претендует на следующие формы государственной поддержки:</w:t>
      </w:r>
    </w:p>
    <w:p w:rsidR="00794580" w:rsidRPr="00794580" w:rsidRDefault="00794580" w:rsidP="0091093A">
      <w:pPr>
        <w:pStyle w:val="af1"/>
        <w:jc w:val="both"/>
        <w:rPr>
          <w:b w:val="0"/>
          <w:sz w:val="8"/>
          <w:szCs w:val="24"/>
        </w:rPr>
      </w:pP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9761"/>
      </w:tblGrid>
      <w:tr w:rsidR="00E66EBB" w:rsidRPr="007978DD" w:rsidTr="00794580">
        <w:trPr>
          <w:trHeight w:val="609"/>
        </w:trPr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382869351"/>
          </w:sdtPr>
          <w:sdtEndPr/>
          <w:sdtContent>
            <w:tc>
              <w:tcPr>
                <w:tcW w:w="219" w:type="pct"/>
              </w:tcPr>
              <w:p w:rsidR="00EE1C2C" w:rsidRPr="00E66EBB" w:rsidRDefault="00794580" w:rsidP="00860F4A">
                <w:pPr>
                  <w:pStyle w:val="a7"/>
                  <w:spacing w:before="0" w:line="240" w:lineRule="auto"/>
                  <w:jc w:val="both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81" w:type="pct"/>
          </w:tcPr>
          <w:p w:rsidR="00EE1C2C" w:rsidRPr="009547FE" w:rsidRDefault="00EE1C2C" w:rsidP="00592178">
            <w:pPr>
              <w:pStyle w:val="af3"/>
              <w:spacing w:before="0" w:after="0" w:line="235" w:lineRule="auto"/>
              <w:ind w:left="0"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7FE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по налогу на имущество </w:t>
            </w:r>
            <w:r w:rsidR="009547FE" w:rsidRPr="009547FE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организаций, </w:t>
            </w:r>
            <w:r w:rsidR="009547FE" w:rsidRPr="00954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отношении имущества, построенного и приобретенного в результате реализации инвестиционного проекта по созданию новых производственных мощностей по производству товаров либо нового объекта </w:t>
            </w:r>
            <w:r w:rsidR="00954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(новых объектов) теплоснабжения;</w:t>
            </w:r>
          </w:p>
        </w:tc>
      </w:tr>
      <w:tr w:rsidR="00E66EBB" w:rsidRPr="007978DD" w:rsidTr="0091093A"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1424256966"/>
          </w:sdtPr>
          <w:sdtEndPr/>
          <w:sdtContent>
            <w:tc>
              <w:tcPr>
                <w:tcW w:w="219" w:type="pct"/>
              </w:tcPr>
              <w:p w:rsidR="00EE1C2C" w:rsidRPr="00E66EBB" w:rsidRDefault="00794580" w:rsidP="00860F4A">
                <w:pPr>
                  <w:pStyle w:val="a7"/>
                  <w:spacing w:before="0" w:line="240" w:lineRule="auto"/>
                  <w:jc w:val="both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81" w:type="pct"/>
          </w:tcPr>
          <w:p w:rsidR="00EE1C2C" w:rsidRPr="00794580" w:rsidRDefault="00EE1C2C" w:rsidP="009547FE">
            <w:pPr>
              <w:pStyle w:val="a6"/>
              <w:tabs>
                <w:tab w:val="left" w:pos="645"/>
              </w:tabs>
              <w:spacing w:before="0" w:line="240" w:lineRule="auto"/>
              <w:ind w:left="829" w:right="0" w:hanging="14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794580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по налогу на прибыль организаций.</w:t>
            </w:r>
          </w:p>
        </w:tc>
      </w:tr>
    </w:tbl>
    <w:p w:rsidR="00592178" w:rsidRDefault="00592178" w:rsidP="009109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1C2C" w:rsidRDefault="00EE1C2C" w:rsidP="0091093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EE1C2C">
        <w:rPr>
          <w:rFonts w:ascii="Times New Roman" w:hAnsi="Times New Roman" w:cs="Times New Roman"/>
          <w:sz w:val="24"/>
          <w:szCs w:val="24"/>
        </w:rPr>
        <w:t xml:space="preserve">Настоящей инвестиционной заявкой гарантируем достоверность представленной нами в </w:t>
      </w:r>
      <w:r w:rsidR="00436700">
        <w:rPr>
          <w:rFonts w:ascii="Times New Roman" w:hAnsi="Times New Roman" w:cs="Times New Roman"/>
          <w:sz w:val="24"/>
          <w:szCs w:val="24"/>
        </w:rPr>
        <w:t xml:space="preserve">инвестиционной </w:t>
      </w:r>
      <w:r w:rsidRPr="00EE1C2C">
        <w:rPr>
          <w:rFonts w:ascii="Times New Roman" w:hAnsi="Times New Roman" w:cs="Times New Roman"/>
          <w:sz w:val="24"/>
          <w:szCs w:val="24"/>
        </w:rPr>
        <w:t xml:space="preserve">заявке информации, а также в приложенных к </w:t>
      </w:r>
      <w:r w:rsidR="00436700">
        <w:rPr>
          <w:rFonts w:ascii="Times New Roman" w:hAnsi="Times New Roman" w:cs="Times New Roman"/>
          <w:sz w:val="24"/>
          <w:szCs w:val="24"/>
        </w:rPr>
        <w:t>ней</w:t>
      </w:r>
      <w:r w:rsidRPr="00EE1C2C">
        <w:rPr>
          <w:rFonts w:ascii="Times New Roman" w:hAnsi="Times New Roman" w:cs="Times New Roman"/>
          <w:sz w:val="24"/>
          <w:szCs w:val="24"/>
        </w:rPr>
        <w:t xml:space="preserve"> документах, и подтверждаем право </w:t>
      </w:r>
      <w:r w:rsidR="00A12B55">
        <w:rPr>
          <w:rFonts w:ascii="Times New Roman" w:hAnsi="Times New Roman" w:cs="Times New Roman"/>
          <w:sz w:val="24"/>
          <w:szCs w:val="24"/>
        </w:rPr>
        <w:t>организатора отбора</w:t>
      </w:r>
      <w:r w:rsidRPr="00EE1C2C">
        <w:rPr>
          <w:rFonts w:ascii="Times New Roman" w:hAnsi="Times New Roman" w:cs="Times New Roman"/>
          <w:sz w:val="24"/>
          <w:szCs w:val="24"/>
        </w:rPr>
        <w:t xml:space="preserve"> запрашивать </w:t>
      </w:r>
      <w:r w:rsidR="00EB23C0">
        <w:rPr>
          <w:rFonts w:ascii="Times New Roman" w:hAnsi="Times New Roman" w:cs="Times New Roman"/>
          <w:sz w:val="24"/>
          <w:szCs w:val="24"/>
        </w:rPr>
        <w:t xml:space="preserve">в </w:t>
      </w:r>
      <w:r w:rsidRPr="00EE1C2C">
        <w:rPr>
          <w:rFonts w:ascii="Times New Roman" w:hAnsi="Times New Roman" w:cs="Times New Roman"/>
          <w:sz w:val="24"/>
          <w:szCs w:val="24"/>
        </w:rPr>
        <w:t>соответствующих органах информацию, уточняющую представленные нами сведения</w:t>
      </w:r>
      <w:r w:rsidRPr="00EE1C2C">
        <w:rPr>
          <w:rFonts w:ascii="Times New Roman" w:hAnsi="Times New Roman" w:cs="Times New Roman"/>
        </w:rPr>
        <w:t>.</w:t>
      </w:r>
    </w:p>
    <w:p w:rsidR="009478A2" w:rsidRPr="00EE1C2C" w:rsidRDefault="009478A2" w:rsidP="0091093A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657282" w:rsidRPr="00EB23C0" w:rsidRDefault="00657282" w:rsidP="00657282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10"/>
          <w:lang w:val="ru-RU" w:eastAsia="ru-RU"/>
        </w:rPr>
      </w:pPr>
    </w:p>
    <w:p w:rsidR="00657282" w:rsidRDefault="00657282" w:rsidP="00657282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</w:pPr>
      <w:r w:rsidRPr="0064794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t>«___» ____</w:t>
      </w:r>
      <w:r w:rsidR="0043670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t>____</w:t>
      </w:r>
      <w:r w:rsidRPr="0064794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t>_______ 20</w:t>
      </w:r>
      <w:r w:rsidR="006147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t>___</w:t>
      </w:r>
      <w:r w:rsidRPr="0064794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t xml:space="preserve"> г.</w:t>
      </w:r>
    </w:p>
    <w:p w:rsidR="00211036" w:rsidRDefault="00211036" w:rsidP="00657282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</w:pPr>
    </w:p>
    <w:p w:rsidR="005B414E" w:rsidRPr="005B414E" w:rsidRDefault="005B414E" w:rsidP="005B414E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</w:t>
      </w:r>
      <w:r w:rsidR="004837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____        </w:t>
      </w:r>
      <w:r w:rsidR="00C819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_______________/____________________/</w:t>
      </w:r>
    </w:p>
    <w:p w:rsidR="005B414E" w:rsidRPr="005B414E" w:rsidRDefault="005B414E" w:rsidP="005B414E">
      <w:pPr>
        <w:widowControl w:val="0"/>
        <w:tabs>
          <w:tab w:val="left" w:pos="4962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(должность руководителя </w:t>
      </w:r>
      <w:r w:rsidR="004837B1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участника отбора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)                        </w:t>
      </w:r>
      <w:r w:rsidR="00436700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</w:t>
      </w:r>
      <w:r w:rsidR="00C81910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(подпись)                     (расшифровка подписи)</w:t>
      </w:r>
    </w:p>
    <w:p w:rsidR="009478A2" w:rsidRDefault="009478A2" w:rsidP="005B414E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B414E" w:rsidRPr="005B414E" w:rsidRDefault="005B414E" w:rsidP="005B414E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9547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Главный бухгалтер</w:t>
      </w:r>
      <w:r w:rsidR="0086258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        </w:t>
      </w:r>
      <w:r w:rsidR="00C8191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_______________/____________________/</w:t>
      </w:r>
    </w:p>
    <w:p w:rsidR="005B414E" w:rsidRPr="005B414E" w:rsidRDefault="00436700" w:rsidP="005B414E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                            </w:t>
      </w:r>
      <w:r w:rsidR="0086258C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                                         </w:t>
      </w:r>
      <w:r w:rsidR="00C81910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</w:t>
      </w:r>
      <w:r w:rsidR="0086258C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</w:t>
      </w:r>
      <w:r w:rsidR="005B414E"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(подпись)                     (расшифровка подписи)</w:t>
      </w:r>
    </w:p>
    <w:p w:rsidR="007D2EC5" w:rsidRPr="00737E38" w:rsidRDefault="005B414E" w:rsidP="00257EF5">
      <w:pPr>
        <w:widowControl w:val="0"/>
        <w:autoSpaceDE w:val="0"/>
        <w:autoSpaceDN w:val="0"/>
        <w:adjustRightInd w:val="0"/>
        <w:spacing w:before="0" w:line="240" w:lineRule="auto"/>
        <w:ind w:firstLine="709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</w:pPr>
      <w:r w:rsidRPr="00A32B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М.П.</w:t>
      </w:r>
      <w:r w:rsidR="00257E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A32BDF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(при</w:t>
      </w:r>
      <w:r w:rsidR="00436700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</w:t>
      </w:r>
      <w:r w:rsidRPr="00A32BDF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наличии)</w:t>
      </w:r>
      <w:r w:rsidR="007D2EC5" w:rsidRPr="00737E3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br w:type="page"/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778"/>
        <w:gridCol w:w="4253"/>
      </w:tblGrid>
      <w:tr w:rsidR="007D2EC5" w:rsidRPr="00B75A6C" w:rsidTr="004837B1">
        <w:tc>
          <w:tcPr>
            <w:tcW w:w="5778" w:type="dxa"/>
            <w:shd w:val="clear" w:color="auto" w:fill="auto"/>
          </w:tcPr>
          <w:p w:rsidR="007D2EC5" w:rsidRPr="00DB045A" w:rsidRDefault="00E170FC" w:rsidP="00E57414">
            <w:pPr>
              <w:pStyle w:val="ConsPlusNonformat"/>
              <w:ind w:left="3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80.65pt;margin-top:-16.3pt;width:228.5pt;height:34.95pt;z-index:251660288;mso-width-relative:margin;mso-height-relative:margin" stroked="f">
                  <v:textbox>
                    <w:txbxContent>
                      <w:p w:rsidR="00E57414" w:rsidRPr="00E57414" w:rsidRDefault="00E57414" w:rsidP="00E57414">
                        <w:pPr>
                          <w:pStyle w:val="af"/>
                          <w:jc w:val="both"/>
                          <w:rPr>
                            <w:b w:val="0"/>
                            <w:szCs w:val="24"/>
                          </w:rPr>
                        </w:pPr>
                        <w:r w:rsidRPr="00E57414">
                          <w:rPr>
                            <w:b w:val="0"/>
                            <w:szCs w:val="24"/>
                          </w:rPr>
                          <w:t>Приложение</w:t>
                        </w:r>
                      </w:p>
                      <w:p w:rsidR="00E57414" w:rsidRPr="00E57414" w:rsidRDefault="00E57414" w:rsidP="00E57414">
                        <w:pPr>
                          <w:pStyle w:val="af"/>
                          <w:jc w:val="both"/>
                          <w:rPr>
                            <w:b w:val="0"/>
                            <w:szCs w:val="24"/>
                          </w:rPr>
                        </w:pPr>
                        <w:r w:rsidRPr="00E57414">
                          <w:rPr>
                            <w:b w:val="0"/>
                            <w:szCs w:val="24"/>
                          </w:rPr>
                          <w:t xml:space="preserve">к инвестиционной заявке </w:t>
                        </w:r>
                      </w:p>
                      <w:p w:rsidR="00E57414" w:rsidRDefault="00E57414">
                        <w:pPr>
                          <w:rPr>
                            <w:lang w:val="ru-RU"/>
                          </w:rPr>
                        </w:pPr>
                      </w:p>
                      <w:p w:rsidR="00E57414" w:rsidRPr="00E57414" w:rsidRDefault="00E57414" w:rsidP="00E57414">
                        <w:pPr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53" w:type="dxa"/>
            <w:shd w:val="clear" w:color="auto" w:fill="auto"/>
          </w:tcPr>
          <w:p w:rsidR="007D2EC5" w:rsidRDefault="007D2EC5" w:rsidP="004837B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EC5" w:rsidRDefault="007D2EC5" w:rsidP="004837B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EC5" w:rsidRPr="00DB045A" w:rsidRDefault="007D2EC5" w:rsidP="00E57414">
            <w:pPr>
              <w:pStyle w:val="ConsPlusNonformat"/>
              <w:ind w:left="3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170FC" w:rsidRPr="00DB045A" w:rsidRDefault="00E170FC" w:rsidP="00E170FC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Департамент инвестиционного развития Смоленской области</w:t>
      </w:r>
    </w:p>
    <w:p w:rsidR="00E170FC" w:rsidRPr="00DB045A" w:rsidRDefault="00E170FC" w:rsidP="00E170FC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E170FC" w:rsidRPr="0089298F" w:rsidRDefault="00E170FC" w:rsidP="00E170FC">
      <w:pPr>
        <w:pStyle w:val="ConsPlusNonformat"/>
        <w:ind w:left="567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:rsidR="00E170FC" w:rsidRPr="00EE1C2C" w:rsidRDefault="00E170FC" w:rsidP="00E170FC">
      <w:pPr>
        <w:pStyle w:val="af1"/>
        <w:ind w:firstLine="3686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                             </w:t>
      </w:r>
      <w:r w:rsidRPr="00EE1C2C">
        <w:rPr>
          <w:b w:val="0"/>
          <w:sz w:val="18"/>
          <w:szCs w:val="18"/>
        </w:rPr>
        <w:t>(</w:t>
      </w:r>
      <w:proofErr w:type="spellStart"/>
      <w:r>
        <w:rPr>
          <w:b w:val="0"/>
          <w:sz w:val="18"/>
          <w:szCs w:val="18"/>
        </w:rPr>
        <w:t>ф.и.о.</w:t>
      </w:r>
      <w:proofErr w:type="spellEnd"/>
      <w:r>
        <w:rPr>
          <w:b w:val="0"/>
          <w:sz w:val="18"/>
          <w:szCs w:val="18"/>
        </w:rPr>
        <w:t xml:space="preserve"> руководителя</w:t>
      </w:r>
      <w:r w:rsidRPr="00EE1C2C">
        <w:rPr>
          <w:b w:val="0"/>
          <w:sz w:val="18"/>
          <w:szCs w:val="18"/>
        </w:rPr>
        <w:t>)</w:t>
      </w:r>
    </w:p>
    <w:p w:rsidR="00E57414" w:rsidRDefault="00E57414" w:rsidP="007D2EC5">
      <w:pP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57414" w:rsidRDefault="00E57414" w:rsidP="007D2EC5">
      <w:pP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2EC5" w:rsidRPr="00685AED" w:rsidRDefault="007D2EC5" w:rsidP="007D2EC5">
      <w:pP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5AED">
        <w:rPr>
          <w:rFonts w:ascii="Times New Roman" w:hAnsi="Times New Roman" w:cs="Times New Roman"/>
          <w:b/>
          <w:sz w:val="28"/>
          <w:szCs w:val="28"/>
          <w:lang w:val="ru-RU"/>
        </w:rPr>
        <w:t>Справка</w:t>
      </w:r>
      <w:r w:rsidRPr="004837B1">
        <w:rPr>
          <w:rFonts w:ascii="Times New Roman" w:hAnsi="Times New Roman" w:cs="Times New Roman"/>
          <w:sz w:val="28"/>
          <w:szCs w:val="28"/>
          <w:lang w:val="ru-RU"/>
        </w:rPr>
        <w:t>*</w:t>
      </w:r>
    </w:p>
    <w:p w:rsidR="007D2EC5" w:rsidRPr="00685AED" w:rsidRDefault="007D2EC5" w:rsidP="007D2EC5">
      <w:pPr>
        <w:spacing w:before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120F1" w:rsidRDefault="007D2EC5" w:rsidP="00F120F1">
      <w:pPr>
        <w:spacing w:before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D2EC5">
        <w:rPr>
          <w:rFonts w:ascii="Times New Roman" w:hAnsi="Times New Roman" w:cs="Times New Roman"/>
          <w:sz w:val="28"/>
          <w:szCs w:val="28"/>
          <w:lang w:val="ru-RU"/>
        </w:rPr>
        <w:t>__________</w:t>
      </w:r>
      <w:r w:rsidR="00685AED">
        <w:rPr>
          <w:rFonts w:ascii="Times New Roman" w:hAnsi="Times New Roman" w:cs="Times New Roman"/>
          <w:sz w:val="28"/>
          <w:szCs w:val="28"/>
          <w:lang w:val="ru-RU"/>
        </w:rPr>
        <w:t>___________</w:t>
      </w:r>
      <w:r w:rsidRPr="007D2EC5">
        <w:rPr>
          <w:rFonts w:ascii="Times New Roman" w:hAnsi="Times New Roman" w:cs="Times New Roman"/>
          <w:sz w:val="28"/>
          <w:szCs w:val="28"/>
          <w:lang w:val="ru-RU"/>
        </w:rPr>
        <w:t>_____________________</w:t>
      </w:r>
      <w:r w:rsidR="00685AED">
        <w:rPr>
          <w:rFonts w:ascii="Times New Roman" w:hAnsi="Times New Roman" w:cs="Times New Roman"/>
          <w:sz w:val="28"/>
          <w:szCs w:val="28"/>
          <w:lang w:val="ru-RU"/>
        </w:rPr>
        <w:t>__________</w:t>
      </w:r>
      <w:r w:rsidR="00E73EC5"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 w:rsidR="00F120F1">
        <w:rPr>
          <w:rFonts w:ascii="Times New Roman" w:hAnsi="Times New Roman" w:cs="Times New Roman"/>
          <w:sz w:val="28"/>
          <w:szCs w:val="28"/>
          <w:lang w:val="ru-RU"/>
        </w:rPr>
        <w:t>_____</w:t>
      </w:r>
      <w:r w:rsidR="007B51DF">
        <w:rPr>
          <w:rFonts w:ascii="Times New Roman" w:hAnsi="Times New Roman" w:cs="Times New Roman"/>
          <w:sz w:val="28"/>
          <w:szCs w:val="28"/>
          <w:lang w:val="ru-RU"/>
        </w:rPr>
        <w:t xml:space="preserve">_ </w:t>
      </w:r>
      <w:r w:rsidR="00F120F1" w:rsidRPr="007D2EC5">
        <w:rPr>
          <w:rFonts w:ascii="Times New Roman" w:hAnsi="Times New Roman" w:cs="Times New Roman"/>
          <w:sz w:val="20"/>
          <w:lang w:val="ru-RU"/>
        </w:rPr>
        <w:t>(</w:t>
      </w:r>
      <w:r w:rsidR="00F120F1">
        <w:rPr>
          <w:rFonts w:ascii="Times New Roman" w:hAnsi="Times New Roman" w:cs="Times New Roman"/>
          <w:sz w:val="20"/>
          <w:lang w:val="ru-RU"/>
        </w:rPr>
        <w:t xml:space="preserve">полное </w:t>
      </w:r>
      <w:r w:rsidR="00F120F1" w:rsidRPr="007D2EC5">
        <w:rPr>
          <w:rFonts w:ascii="Times New Roman" w:hAnsi="Times New Roman" w:cs="Times New Roman"/>
          <w:sz w:val="20"/>
          <w:lang w:val="ru-RU"/>
        </w:rPr>
        <w:t xml:space="preserve">наименование </w:t>
      </w:r>
      <w:r w:rsidR="00F120F1">
        <w:rPr>
          <w:rFonts w:ascii="Times New Roman" w:hAnsi="Times New Roman" w:cs="Times New Roman"/>
          <w:sz w:val="20"/>
          <w:lang w:val="ru-RU"/>
        </w:rPr>
        <w:t>участника отбора</w:t>
      </w:r>
      <w:r w:rsidR="00F120F1" w:rsidRPr="007D2EC5">
        <w:rPr>
          <w:rFonts w:ascii="Times New Roman" w:hAnsi="Times New Roman" w:cs="Times New Roman"/>
          <w:sz w:val="20"/>
          <w:lang w:val="ru-RU"/>
        </w:rPr>
        <w:t>)</w:t>
      </w:r>
    </w:p>
    <w:p w:rsidR="00685AED" w:rsidRDefault="007D2EC5" w:rsidP="007D2EC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реализации</w:t>
      </w:r>
      <w:r w:rsidR="007B51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5AED">
        <w:rPr>
          <w:rFonts w:ascii="Times New Roman" w:hAnsi="Times New Roman" w:cs="Times New Roman"/>
          <w:sz w:val="28"/>
          <w:szCs w:val="28"/>
          <w:lang w:val="ru-RU"/>
        </w:rPr>
        <w:t xml:space="preserve">инвестиционного </w:t>
      </w:r>
      <w:r w:rsidR="00685AED" w:rsidRPr="007D2EC5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F120F1">
        <w:rPr>
          <w:rFonts w:ascii="Times New Roman" w:hAnsi="Times New Roman" w:cs="Times New Roman"/>
          <w:sz w:val="28"/>
          <w:szCs w:val="28"/>
          <w:lang w:val="ru-RU"/>
        </w:rPr>
        <w:t>____________________________________</w:t>
      </w:r>
    </w:p>
    <w:p w:rsidR="007D2EC5" w:rsidRDefault="007D2EC5" w:rsidP="00685AED">
      <w:pPr>
        <w:spacing w:before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</w:t>
      </w:r>
      <w:r w:rsidR="00685AED">
        <w:rPr>
          <w:rFonts w:ascii="Times New Roman" w:hAnsi="Times New Roman" w:cs="Times New Roman"/>
          <w:sz w:val="28"/>
          <w:szCs w:val="28"/>
          <w:lang w:val="ru-RU"/>
        </w:rPr>
        <w:t>______________</w:t>
      </w:r>
    </w:p>
    <w:p w:rsidR="007D2EC5" w:rsidRPr="007D2EC5" w:rsidRDefault="007D2EC5" w:rsidP="007B51DF">
      <w:pPr>
        <w:spacing w:before="0" w:line="240" w:lineRule="auto"/>
        <w:jc w:val="center"/>
        <w:rPr>
          <w:rFonts w:ascii="Times New Roman" w:hAnsi="Times New Roman" w:cs="Times New Roman"/>
          <w:sz w:val="20"/>
          <w:lang w:val="ru-RU"/>
        </w:rPr>
      </w:pPr>
      <w:r w:rsidRPr="007D2EC5">
        <w:rPr>
          <w:rFonts w:ascii="Times New Roman" w:hAnsi="Times New Roman" w:cs="Times New Roman"/>
          <w:sz w:val="20"/>
          <w:lang w:val="ru-RU"/>
        </w:rPr>
        <w:t>(наименование инвестиционного проекта)</w:t>
      </w:r>
    </w:p>
    <w:p w:rsidR="007D2EC5" w:rsidRPr="007D2EC5" w:rsidRDefault="00685AED" w:rsidP="007D2EC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2EC5">
        <w:rPr>
          <w:rFonts w:ascii="Times New Roman" w:hAnsi="Times New Roman" w:cs="Times New Roman"/>
          <w:sz w:val="28"/>
          <w:szCs w:val="28"/>
          <w:lang w:val="ru-RU"/>
        </w:rPr>
        <w:t xml:space="preserve">отказывается </w:t>
      </w:r>
      <w:proofErr w:type="gramStart"/>
      <w:r w:rsidRPr="007D2EC5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7D2EC5" w:rsidRPr="007D2EC5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государственной поддержки инвестиционной деятельности на территории Смоленской области в форме льготы </w:t>
      </w:r>
      <w:r w:rsidR="007D2EC5" w:rsidRPr="00D80145">
        <w:rPr>
          <w:rFonts w:ascii="Times New Roman" w:hAnsi="Times New Roman" w:cs="Times New Roman"/>
          <w:sz w:val="28"/>
          <w:szCs w:val="28"/>
          <w:lang w:val="ru-RU"/>
        </w:rPr>
        <w:t>по налогу на прибыль</w:t>
      </w:r>
      <w:proofErr w:type="gramEnd"/>
      <w:r w:rsidR="007D2EC5" w:rsidRPr="00D80145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организаций/льготы по налогу на имущество организаций</w:t>
      </w:r>
      <w:r w:rsidR="007D2EC5" w:rsidRPr="007D2EC5">
        <w:rPr>
          <w:rFonts w:ascii="Times New Roman" w:hAnsi="Times New Roman" w:cs="Times New Roman"/>
          <w:sz w:val="28"/>
          <w:szCs w:val="28"/>
          <w:lang w:val="ru-RU"/>
        </w:rPr>
        <w:t xml:space="preserve"> (указать нужное) в</w:t>
      </w:r>
      <w:r w:rsidR="007D2EC5" w:rsidRPr="007D2EC5">
        <w:rPr>
          <w:rFonts w:ascii="Times New Roman" w:hAnsi="Times New Roman" w:cs="Times New Roman"/>
          <w:sz w:val="28"/>
          <w:szCs w:val="28"/>
        </w:rPr>
        <w:t> </w:t>
      </w:r>
      <w:r w:rsidR="007D2EC5" w:rsidRPr="007D2EC5">
        <w:rPr>
          <w:rFonts w:ascii="Times New Roman" w:hAnsi="Times New Roman" w:cs="Times New Roman"/>
          <w:sz w:val="28"/>
          <w:szCs w:val="28"/>
          <w:lang w:val="ru-RU"/>
        </w:rPr>
        <w:t xml:space="preserve">соответствии с областным законом </w:t>
      </w:r>
      <w:r w:rsidR="007B51DF" w:rsidRPr="007B51DF">
        <w:rPr>
          <w:rFonts w:ascii="Times New Roman" w:hAnsi="Times New Roman" w:cs="Times New Roman"/>
          <w:sz w:val="28"/>
          <w:szCs w:val="28"/>
          <w:lang w:val="ru-RU"/>
        </w:rPr>
        <w:t>от 08.07.2015 № 90-з «О налоговых льготах, предоставляемых инвесторам, реализовавшим приоритетные инвестиционные проекты Смоленской области»</w:t>
      </w:r>
      <w:r w:rsidR="007D2EC5" w:rsidRPr="007D2EC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D2EC5" w:rsidRPr="007D2EC5" w:rsidRDefault="007D2EC5" w:rsidP="007D2EC5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b/>
          <w:sz w:val="28"/>
        </w:rPr>
      </w:pPr>
    </w:p>
    <w:p w:rsidR="007D2EC5" w:rsidRPr="007D2EC5" w:rsidRDefault="007D2EC5" w:rsidP="007D2EC5">
      <w:pPr>
        <w:tabs>
          <w:tab w:val="center" w:pos="5102"/>
          <w:tab w:val="left" w:pos="8780"/>
        </w:tabs>
        <w:spacing w:before="0" w:line="240" w:lineRule="auto"/>
        <w:jc w:val="both"/>
        <w:rPr>
          <w:rFonts w:ascii="Times New Roman" w:hAnsi="Times New Roman" w:cs="Times New Roman"/>
          <w:lang w:val="ru-RU"/>
        </w:rPr>
      </w:pPr>
      <w:r w:rsidRPr="007D2EC5">
        <w:rPr>
          <w:rFonts w:ascii="Times New Roman" w:hAnsi="Times New Roman" w:cs="Times New Roman"/>
          <w:lang w:val="ru-RU"/>
        </w:rPr>
        <w:t>*Заполняется в случае отказа от предоставления государственной поддержки инвестиционной деятельности в форме льготы по налогу на прибыль организаций или в форме льготы по налогу на имущество организаций.</w:t>
      </w:r>
    </w:p>
    <w:p w:rsidR="004837B1" w:rsidRDefault="004837B1" w:rsidP="004837B1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</w:pPr>
    </w:p>
    <w:p w:rsidR="004837B1" w:rsidRDefault="004837B1" w:rsidP="004837B1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</w:pPr>
    </w:p>
    <w:p w:rsidR="004837B1" w:rsidRPr="004837B1" w:rsidRDefault="004837B1" w:rsidP="004837B1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4837B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«___» ____</w:t>
      </w:r>
      <w:r w:rsidR="007B51D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</w:t>
      </w:r>
      <w:r w:rsidRPr="004837B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_______ 20</w:t>
      </w:r>
      <w:r w:rsidR="006147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</w:t>
      </w:r>
      <w:r w:rsidRPr="004837B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г.</w:t>
      </w:r>
    </w:p>
    <w:p w:rsidR="004837B1" w:rsidRPr="005B414E" w:rsidRDefault="004837B1" w:rsidP="004837B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____    </w:t>
      </w:r>
      <w:r w:rsidR="00C819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_______________/____________________/</w:t>
      </w:r>
    </w:p>
    <w:p w:rsidR="004837B1" w:rsidRPr="005B414E" w:rsidRDefault="004837B1" w:rsidP="004837B1">
      <w:pPr>
        <w:widowControl w:val="0"/>
        <w:tabs>
          <w:tab w:val="left" w:pos="4962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(должность руководителя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участника отбора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)                      </w:t>
      </w:r>
      <w:r w:rsidR="007B51DF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</w:t>
      </w:r>
      <w:r w:rsidR="00C81910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(подпись)                     (расшифровка подписи)</w:t>
      </w:r>
    </w:p>
    <w:p w:rsidR="00257EF5" w:rsidRDefault="00257EF5" w:rsidP="004837B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837B1" w:rsidRPr="005B414E" w:rsidRDefault="004837B1" w:rsidP="004837B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Главный бухгалтер                  </w:t>
      </w:r>
      <w:r w:rsidR="00C836D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</w:t>
      </w:r>
      <w:r w:rsidR="00C819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_______________/____________________/</w:t>
      </w:r>
    </w:p>
    <w:p w:rsidR="004837B1" w:rsidRPr="005B414E" w:rsidRDefault="007B51DF" w:rsidP="004837B1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                                                              </w:t>
      </w:r>
      <w:r w:rsidR="00C81910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</w:t>
      </w:r>
      <w:r w:rsidR="00C836DA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</w:t>
      </w:r>
      <w:r w:rsidR="004837B1"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(подпись)                     (расшифровка подписи)</w:t>
      </w:r>
    </w:p>
    <w:p w:rsidR="007D2EC5" w:rsidRPr="007B51DF" w:rsidRDefault="004837B1" w:rsidP="004837B1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7B51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М.П.</w:t>
      </w:r>
      <w:r w:rsidR="00257EF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7B51DF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(при</w:t>
      </w:r>
      <w:r w:rsidR="007B51DF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</w:t>
      </w:r>
      <w:r w:rsidRPr="007B51DF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наличии)</w:t>
      </w:r>
    </w:p>
    <w:sectPr w:rsidR="007D2EC5" w:rsidRPr="007B51DF" w:rsidSect="00C815CE">
      <w:footerReference w:type="default" r:id="rId11"/>
      <w:pgSz w:w="11907" w:h="16839" w:code="9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9E1" w:rsidRDefault="007779E1">
      <w:pPr>
        <w:spacing w:before="0" w:line="240" w:lineRule="auto"/>
      </w:pPr>
      <w:r>
        <w:separator/>
      </w:r>
    </w:p>
  </w:endnote>
  <w:endnote w:type="continuationSeparator" w:id="0">
    <w:p w:rsidR="007779E1" w:rsidRDefault="007779E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EC5" w:rsidRDefault="007D2EC5" w:rsidP="007D2EC5">
    <w:pPr>
      <w:pStyle w:val="aa"/>
      <w:ind w:right="8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9E1" w:rsidRDefault="007779E1">
      <w:pPr>
        <w:spacing w:before="0" w:line="240" w:lineRule="auto"/>
      </w:pPr>
      <w:r>
        <w:separator/>
      </w:r>
    </w:p>
  </w:footnote>
  <w:footnote w:type="continuationSeparator" w:id="0">
    <w:p w:rsidR="007779E1" w:rsidRDefault="007779E1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D193B"/>
    <w:multiLevelType w:val="hybridMultilevel"/>
    <w:tmpl w:val="51104AA2"/>
    <w:lvl w:ilvl="0" w:tplc="668096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A50EF"/>
    <w:multiLevelType w:val="hybridMultilevel"/>
    <w:tmpl w:val="099CFD5E"/>
    <w:lvl w:ilvl="0" w:tplc="B34CED3A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03F"/>
    <w:rsid w:val="0014072F"/>
    <w:rsid w:val="00161453"/>
    <w:rsid w:val="00162C06"/>
    <w:rsid w:val="00193FDF"/>
    <w:rsid w:val="0019483C"/>
    <w:rsid w:val="001B75A1"/>
    <w:rsid w:val="001C157C"/>
    <w:rsid w:val="001C5936"/>
    <w:rsid w:val="00211036"/>
    <w:rsid w:val="0021765C"/>
    <w:rsid w:val="00257EF5"/>
    <w:rsid w:val="003548D8"/>
    <w:rsid w:val="00391409"/>
    <w:rsid w:val="003C090C"/>
    <w:rsid w:val="003C4EB9"/>
    <w:rsid w:val="00403E3F"/>
    <w:rsid w:val="00436700"/>
    <w:rsid w:val="004837B1"/>
    <w:rsid w:val="004B07CE"/>
    <w:rsid w:val="004C61E3"/>
    <w:rsid w:val="004D79C8"/>
    <w:rsid w:val="004E4395"/>
    <w:rsid w:val="005161CD"/>
    <w:rsid w:val="00586B4F"/>
    <w:rsid w:val="00592178"/>
    <w:rsid w:val="005A700D"/>
    <w:rsid w:val="005B414E"/>
    <w:rsid w:val="006147DB"/>
    <w:rsid w:val="0063316D"/>
    <w:rsid w:val="0064794F"/>
    <w:rsid w:val="00657282"/>
    <w:rsid w:val="00685AED"/>
    <w:rsid w:val="006B373E"/>
    <w:rsid w:val="00737E38"/>
    <w:rsid w:val="00742E4B"/>
    <w:rsid w:val="007779E1"/>
    <w:rsid w:val="00782E8B"/>
    <w:rsid w:val="00794265"/>
    <w:rsid w:val="00794580"/>
    <w:rsid w:val="007978DD"/>
    <w:rsid w:val="007B51DF"/>
    <w:rsid w:val="007D2EC5"/>
    <w:rsid w:val="00805FAB"/>
    <w:rsid w:val="00843EB8"/>
    <w:rsid w:val="00860F4A"/>
    <w:rsid w:val="0086258C"/>
    <w:rsid w:val="008919DF"/>
    <w:rsid w:val="0091093A"/>
    <w:rsid w:val="0093414C"/>
    <w:rsid w:val="009405BA"/>
    <w:rsid w:val="009478A2"/>
    <w:rsid w:val="009547FE"/>
    <w:rsid w:val="00960B26"/>
    <w:rsid w:val="009B4CEA"/>
    <w:rsid w:val="00A12B55"/>
    <w:rsid w:val="00A32BDF"/>
    <w:rsid w:val="00A525FB"/>
    <w:rsid w:val="00B066E7"/>
    <w:rsid w:val="00B313D3"/>
    <w:rsid w:val="00B75A6C"/>
    <w:rsid w:val="00C56B83"/>
    <w:rsid w:val="00C815CE"/>
    <w:rsid w:val="00C81910"/>
    <w:rsid w:val="00C836DA"/>
    <w:rsid w:val="00CA07FD"/>
    <w:rsid w:val="00D512A7"/>
    <w:rsid w:val="00D80145"/>
    <w:rsid w:val="00DC2B17"/>
    <w:rsid w:val="00E170FC"/>
    <w:rsid w:val="00E2034D"/>
    <w:rsid w:val="00E50A80"/>
    <w:rsid w:val="00E57414"/>
    <w:rsid w:val="00E66EBB"/>
    <w:rsid w:val="00E7303F"/>
    <w:rsid w:val="00E73EC5"/>
    <w:rsid w:val="00EB0328"/>
    <w:rsid w:val="00EB23C0"/>
    <w:rsid w:val="00EE1C2C"/>
    <w:rsid w:val="00F120F1"/>
    <w:rsid w:val="00F663F1"/>
    <w:rsid w:val="00FC08E5"/>
    <w:rsid w:val="00FD7FF8"/>
    <w:rsid w:val="00FE2DA2"/>
    <w:rsid w:val="00FF3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27130E" w:themeColor="text2" w:themeShade="80"/>
        <w:kern w:val="2"/>
        <w:sz w:val="18"/>
        <w:lang w:val="en-US" w:eastAsia="ja-JP" w:bidi="ar-SA"/>
      </w:rPr>
    </w:rPrDefault>
    <w:pPrDefault>
      <w:pPr>
        <w:spacing w:before="12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" w:uiPriority="1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4F"/>
  </w:style>
  <w:style w:type="paragraph" w:styleId="1">
    <w:name w:val="heading 1"/>
    <w:basedOn w:val="a"/>
    <w:next w:val="a"/>
    <w:link w:val="10"/>
    <w:uiPriority w:val="2"/>
    <w:qFormat/>
    <w:rsid w:val="00586B4F"/>
    <w:pPr>
      <w:keepNext/>
      <w:keepLines/>
      <w:numPr>
        <w:numId w:val="1"/>
      </w:numPr>
      <w:pBdr>
        <w:bottom w:val="thickThinLargeGap" w:sz="24" w:space="1" w:color="4F271C" w:themeColor="text2"/>
      </w:pBdr>
      <w:spacing w:before="400" w:after="60"/>
      <w:outlineLvl w:val="0"/>
    </w:pPr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2">
    <w:name w:val="heading 2"/>
    <w:basedOn w:val="a"/>
    <w:next w:val="a"/>
    <w:link w:val="20"/>
    <w:uiPriority w:val="2"/>
    <w:semiHidden/>
    <w:unhideWhenUsed/>
    <w:qFormat/>
    <w:rsid w:val="00586B4F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F66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A6C7D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B4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586B4F"/>
    <w:pPr>
      <w:spacing w:before="0" w:line="240" w:lineRule="auto"/>
    </w:pPr>
  </w:style>
  <w:style w:type="paragraph" w:customStyle="1" w:styleId="11">
    <w:name w:val="Заголовок1"/>
    <w:basedOn w:val="a"/>
    <w:next w:val="a"/>
    <w:link w:val="a5"/>
    <w:uiPriority w:val="10"/>
    <w:qFormat/>
    <w:rsid w:val="00586B4F"/>
    <w:pPr>
      <w:spacing w:before="40" w:line="204" w:lineRule="auto"/>
      <w:ind w:left="144"/>
      <w:contextualSpacing/>
    </w:pPr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a5">
    <w:name w:val="Знак заголовка"/>
    <w:basedOn w:val="a0"/>
    <w:link w:val="11"/>
    <w:uiPriority w:val="10"/>
    <w:rsid w:val="00586B4F"/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10">
    <w:name w:val="Заголовок 1 Знак"/>
    <w:basedOn w:val="a0"/>
    <w:link w:val="1"/>
    <w:uiPriority w:val="2"/>
    <w:rsid w:val="00586B4F"/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a6">
    <w:name w:val="List"/>
    <w:basedOn w:val="a"/>
    <w:uiPriority w:val="1"/>
    <w:unhideWhenUsed/>
    <w:qFormat/>
    <w:rsid w:val="00586B4F"/>
    <w:pPr>
      <w:ind w:right="720"/>
    </w:pPr>
  </w:style>
  <w:style w:type="paragraph" w:customStyle="1" w:styleId="a7">
    <w:name w:val="Флажок"/>
    <w:basedOn w:val="a"/>
    <w:uiPriority w:val="1"/>
    <w:qFormat/>
    <w:rsid w:val="00586B4F"/>
    <w:pPr>
      <w:spacing w:before="60"/>
    </w:pPr>
    <w:rPr>
      <w:rFonts w:ascii="Segoe UI Symbol" w:hAnsi="Segoe UI Symbol" w:cs="Segoe UI Symbol"/>
      <w:color w:val="2A6C7D" w:themeColor="accent1" w:themeShade="BF"/>
      <w:sz w:val="21"/>
    </w:rPr>
  </w:style>
  <w:style w:type="paragraph" w:styleId="a8">
    <w:name w:val="header"/>
    <w:basedOn w:val="a"/>
    <w:link w:val="a9"/>
    <w:uiPriority w:val="99"/>
    <w:unhideWhenUsed/>
    <w:rsid w:val="00586B4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86B4F"/>
  </w:style>
  <w:style w:type="paragraph" w:styleId="aa">
    <w:name w:val="footer"/>
    <w:basedOn w:val="a"/>
    <w:link w:val="ab"/>
    <w:uiPriority w:val="99"/>
    <w:unhideWhenUsed/>
    <w:qFormat/>
    <w:rsid w:val="00586B4F"/>
    <w:pPr>
      <w:tabs>
        <w:tab w:val="center" w:pos="4680"/>
        <w:tab w:val="right" w:pos="9360"/>
      </w:tabs>
      <w:spacing w:before="0" w:line="240" w:lineRule="auto"/>
      <w:ind w:right="720"/>
      <w:jc w:val="right"/>
    </w:pPr>
    <w:rPr>
      <w:sz w:val="16"/>
    </w:rPr>
  </w:style>
  <w:style w:type="character" w:customStyle="1" w:styleId="ab">
    <w:name w:val="Нижний колонтитул Знак"/>
    <w:basedOn w:val="a0"/>
    <w:link w:val="aa"/>
    <w:uiPriority w:val="99"/>
    <w:rsid w:val="00586B4F"/>
    <w:rPr>
      <w:sz w:val="16"/>
    </w:rPr>
  </w:style>
  <w:style w:type="character" w:customStyle="1" w:styleId="20">
    <w:name w:val="Заголовок 2 Знак"/>
    <w:basedOn w:val="a0"/>
    <w:link w:val="2"/>
    <w:uiPriority w:val="2"/>
    <w:semiHidden/>
    <w:rsid w:val="00586B4F"/>
    <w:rPr>
      <w:rFonts w:asciiTheme="majorHAnsi" w:eastAsiaTheme="majorEastAsia" w:hAnsiTheme="majorHAnsi" w:cstheme="majorBidi"/>
      <w:sz w:val="24"/>
    </w:rPr>
  </w:style>
  <w:style w:type="character" w:styleId="ac">
    <w:name w:val="Placeholder Text"/>
    <w:basedOn w:val="a0"/>
    <w:uiPriority w:val="99"/>
    <w:semiHidden/>
    <w:rsid w:val="00586B4F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586B4F"/>
    <w:pPr>
      <w:spacing w:before="0" w:line="240" w:lineRule="auto"/>
    </w:pPr>
    <w:rPr>
      <w:rFonts w:ascii="Segoe UI" w:hAnsi="Segoe UI" w:cs="Segoe UI"/>
    </w:rPr>
  </w:style>
  <w:style w:type="character" w:customStyle="1" w:styleId="ae">
    <w:name w:val="Текст выноски Знак"/>
    <w:basedOn w:val="a0"/>
    <w:link w:val="ad"/>
    <w:uiPriority w:val="99"/>
    <w:semiHidden/>
    <w:rsid w:val="00586B4F"/>
    <w:rPr>
      <w:rFonts w:ascii="Segoe UI" w:hAnsi="Segoe UI" w:cs="Segoe UI"/>
    </w:rPr>
  </w:style>
  <w:style w:type="paragraph" w:styleId="af">
    <w:name w:val="Title"/>
    <w:basedOn w:val="a"/>
    <w:link w:val="af0"/>
    <w:qFormat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0">
    <w:name w:val="Название Знак"/>
    <w:basedOn w:val="a0"/>
    <w:link w:val="af"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styleId="af1">
    <w:name w:val="Body Text"/>
    <w:basedOn w:val="a"/>
    <w:link w:val="af2"/>
    <w:semiHidden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2">
    <w:name w:val="Основной текст Знак"/>
    <w:basedOn w:val="a0"/>
    <w:link w:val="af1"/>
    <w:semiHidden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customStyle="1" w:styleId="ConsPlusNormal">
    <w:name w:val="ConsPlusNormal"/>
    <w:rsid w:val="00EE1C2C"/>
    <w:pPr>
      <w:widowControl w:val="0"/>
      <w:autoSpaceDE w:val="0"/>
      <w:autoSpaceDN w:val="0"/>
      <w:adjustRightInd w:val="0"/>
      <w:spacing w:before="0" w:line="240" w:lineRule="auto"/>
    </w:pPr>
    <w:rPr>
      <w:rFonts w:ascii="Arial" w:eastAsia="Times New Roman" w:hAnsi="Arial" w:cs="Arial"/>
      <w:color w:val="auto"/>
      <w:kern w:val="0"/>
      <w:sz w:val="20"/>
      <w:lang w:val="ru-RU" w:eastAsia="ru-RU"/>
    </w:rPr>
  </w:style>
  <w:style w:type="paragraph" w:customStyle="1" w:styleId="ConsNormal">
    <w:name w:val="ConsNormal"/>
    <w:rsid w:val="007D2EC5"/>
    <w:pPr>
      <w:widowControl w:val="0"/>
      <w:autoSpaceDE w:val="0"/>
      <w:autoSpaceDN w:val="0"/>
      <w:adjustRightInd w:val="0"/>
      <w:spacing w:before="0" w:line="240" w:lineRule="auto"/>
      <w:ind w:right="19772" w:firstLine="720"/>
    </w:pPr>
    <w:rPr>
      <w:rFonts w:ascii="Arial" w:eastAsia="Times New Roman" w:hAnsi="Arial" w:cs="Arial"/>
      <w:color w:val="auto"/>
      <w:kern w:val="0"/>
      <w:sz w:val="20"/>
      <w:lang w:val="ru-RU" w:eastAsia="ru-RU"/>
    </w:rPr>
  </w:style>
  <w:style w:type="paragraph" w:customStyle="1" w:styleId="ConsPlusNonformat">
    <w:name w:val="ConsPlusNonformat"/>
    <w:uiPriority w:val="99"/>
    <w:rsid w:val="007D2EC5"/>
    <w:pPr>
      <w:widowControl w:val="0"/>
      <w:autoSpaceDE w:val="0"/>
      <w:autoSpaceDN w:val="0"/>
      <w:adjustRightInd w:val="0"/>
      <w:spacing w:before="0" w:line="240" w:lineRule="auto"/>
    </w:pPr>
    <w:rPr>
      <w:rFonts w:ascii="Courier New" w:eastAsia="Times New Roman" w:hAnsi="Courier New" w:cs="Courier New"/>
      <w:color w:val="auto"/>
      <w:kern w:val="0"/>
      <w:sz w:val="20"/>
      <w:lang w:val="ru-RU" w:eastAsia="ru-RU"/>
    </w:rPr>
  </w:style>
  <w:style w:type="paragraph" w:styleId="af3">
    <w:name w:val="Body Text Indent"/>
    <w:basedOn w:val="a"/>
    <w:link w:val="af4"/>
    <w:uiPriority w:val="99"/>
    <w:unhideWhenUsed/>
    <w:rsid w:val="009547F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9547FE"/>
  </w:style>
  <w:style w:type="character" w:customStyle="1" w:styleId="40">
    <w:name w:val="Заголовок 4 Знак"/>
    <w:basedOn w:val="a0"/>
    <w:link w:val="4"/>
    <w:uiPriority w:val="9"/>
    <w:rsid w:val="00F663F1"/>
    <w:rPr>
      <w:rFonts w:asciiTheme="majorHAnsi" w:eastAsiaTheme="majorEastAsia" w:hAnsiTheme="majorHAnsi" w:cstheme="majorBidi"/>
      <w:i/>
      <w:iCs/>
      <w:color w:val="2A6C7D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consultantplus://offline/ref=6257A51E350D13D608ACD4B66222685B521769D7BBAE049ADBF14BFBD41F0ABF1AE0E0267F8039ACC296DD0DE1j2O4O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vramenko_TA\AppData\Roaming\Microsoft\&#1064;&#1072;&#1073;&#1083;&#1086;&#1085;&#1099;\&#1057;&#1087;&#1080;&#1089;&#1086;&#1082;%20&#1076;&#1077;&#1083;%20&#1076;&#1083;&#1103;%20&#1087;&#1091;&#1090;&#1077;&#1096;&#1077;&#1089;&#1090;&#1074;&#1080;&#1103;.dotx" TargetMode="External"/></Relationships>
</file>

<file path=word/theme/theme1.xml><?xml version="1.0" encoding="utf-8"?>
<a:theme xmlns:a="http://schemas.openxmlformats.org/drawingml/2006/main" name="Office Theme">
  <a:themeElements>
    <a:clrScheme name="Travel Planning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0070C0"/>
      </a:hlink>
      <a:folHlink>
        <a:srgbClr val="7030A0"/>
      </a:folHlink>
    </a:clrScheme>
    <a:fontScheme name="Travel Planning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13936-D4AA-4FB8-9668-3D8B3D1569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D71E3-252F-49B0-93C9-643F4702C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Список дел для путешествия</Template>
  <TotalTime>276</TotalTime>
  <Pages>3</Pages>
  <Words>894</Words>
  <Characters>5101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Авраменко</dc:creator>
  <cp:keywords/>
  <cp:lastModifiedBy>Volkova_NAV</cp:lastModifiedBy>
  <cp:revision>49</cp:revision>
  <cp:lastPrinted>2016-07-04T14:27:00Z</cp:lastPrinted>
  <dcterms:created xsi:type="dcterms:W3CDTF">2016-02-04T15:19:00Z</dcterms:created>
  <dcterms:modified xsi:type="dcterms:W3CDTF">2019-07-02T11:56:00Z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TC031997469991</vt:lpwstr>
  </property>
</Properties>
</file>